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1101E5C1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0D633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7FDEAA72" w14:textId="5E764654" w:rsidR="00BC04C5" w:rsidRPr="00447B8F" w:rsidRDefault="00BC04C5" w:rsidP="00EF02E3">
      <w:pPr>
        <w:pStyle w:val="Zhlav"/>
        <w:jc w:val="center"/>
        <w:rPr>
          <w:rFonts w:ascii="Arial" w:hAnsi="Arial" w:cs="Arial"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E8BB77C" w14:textId="6394010D" w:rsidR="00E70F69" w:rsidRPr="009B13F8" w:rsidRDefault="00D8160F" w:rsidP="009B13F8">
            <w:pPr>
              <w:jc w:val="center"/>
              <w:rPr>
                <w:sz w:val="22"/>
                <w:szCs w:val="22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  <w:r w:rsidRPr="009B13F8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347CA7" w:rsidRPr="009B13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7B8F" w:rsidRPr="00EF02E3">
              <w:rPr>
                <w:rFonts w:ascii="Arial" w:hAnsi="Arial" w:cs="Arial"/>
                <w:b/>
                <w:sz w:val="22"/>
                <w:szCs w:val="22"/>
              </w:rPr>
              <w:t>VZ</w:t>
            </w:r>
            <w:r w:rsidR="00EF02E3" w:rsidRPr="00EF02E3">
              <w:rPr>
                <w:rFonts w:ascii="Arial" w:hAnsi="Arial" w:cs="Arial"/>
                <w:b/>
                <w:sz w:val="22"/>
                <w:szCs w:val="22"/>
              </w:rPr>
              <w:t>24</w:t>
            </w:r>
            <w:r w:rsidR="00447B8F" w:rsidRPr="00EF02E3">
              <w:rPr>
                <w:rFonts w:ascii="Arial" w:hAnsi="Arial" w:cs="Arial"/>
                <w:b/>
                <w:sz w:val="22"/>
                <w:szCs w:val="22"/>
              </w:rPr>
              <w:t>/20</w:t>
            </w:r>
            <w:r w:rsidR="00B75F10" w:rsidRPr="00EF02E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47B8F" w:rsidRPr="00EF02E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B13F8" w:rsidRPr="00EF02E3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9B13F8" w:rsidRPr="009B13F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B13F8" w:rsidRPr="009B13F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Mobilní aplikace iROZHLAS</w:t>
            </w:r>
          </w:p>
          <w:p w14:paraId="4FB799A2" w14:textId="2DED8E4A" w:rsidR="000D6330" w:rsidRPr="009B13F8" w:rsidRDefault="000D6330" w:rsidP="000D6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0D80D7AB" w14:textId="3D05BBC6" w:rsidR="003A581C" w:rsidRDefault="003A581C" w:rsidP="001137C9">
      <w:pPr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4C179B6B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0D3FF8">
        <w:rPr>
          <w:rFonts w:ascii="Arial" w:hAnsi="Arial" w:cs="Arial"/>
          <w:sz w:val="20"/>
          <w:szCs w:val="20"/>
        </w:rPr>
        <w:t xml:space="preserve">v rozsahu požadavků zadavatele uvedených v zadávací </w:t>
      </w:r>
      <w:r w:rsidR="00304FAE">
        <w:rPr>
          <w:rFonts w:ascii="Arial" w:hAnsi="Arial" w:cs="Arial"/>
          <w:sz w:val="20"/>
          <w:szCs w:val="20"/>
        </w:rPr>
        <w:t>dokumentaci</w:t>
      </w:r>
      <w:r w:rsidR="000D3FF8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515B8D">
        <w:rPr>
          <w:rFonts w:ascii="Arial" w:hAnsi="Arial" w:cs="Arial"/>
          <w:sz w:val="20"/>
          <w:szCs w:val="20"/>
        </w:rPr>
        <w:t>)</w:t>
      </w:r>
      <w:r w:rsidR="000D3FF8">
        <w:rPr>
          <w:rFonts w:ascii="Arial" w:hAnsi="Arial" w:cs="Arial"/>
          <w:sz w:val="20"/>
          <w:szCs w:val="20"/>
        </w:rPr>
        <w:t xml:space="preserve">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0DAF105F" w:rsidR="008C277F" w:rsidRPr="00657AF1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0D6330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ZZVZ</w:t>
      </w:r>
      <w:r w:rsidR="00B63984">
        <w:rPr>
          <w:rFonts w:ascii="Arial" w:hAnsi="Arial" w:cs="Arial"/>
          <w:sz w:val="20"/>
          <w:szCs w:val="20"/>
        </w:rPr>
        <w:t xml:space="preserve">, v rámci </w:t>
      </w:r>
      <w:r w:rsidR="00657AF1" w:rsidRPr="009B4A0E">
        <w:rPr>
          <w:rFonts w:ascii="Arial" w:hAnsi="Arial" w:cs="Arial"/>
          <w:b/>
          <w:sz w:val="20"/>
          <w:szCs w:val="20"/>
          <w:u w:val="single"/>
        </w:rPr>
        <w:t>odst. 1</w:t>
      </w:r>
      <w:r w:rsidR="00657AF1"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="00657AF1" w:rsidRPr="009B4A0E">
        <w:rPr>
          <w:rFonts w:ascii="Arial" w:hAnsi="Arial" w:cs="Arial"/>
          <w:b/>
          <w:sz w:val="20"/>
          <w:szCs w:val="20"/>
          <w:u w:val="single"/>
        </w:rPr>
        <w:t xml:space="preserve">Seznam významných </w:t>
      </w:r>
      <w:r w:rsidR="000D3FF8" w:rsidRPr="009B4A0E">
        <w:rPr>
          <w:rFonts w:ascii="Arial" w:hAnsi="Arial" w:cs="Arial"/>
          <w:b/>
          <w:sz w:val="20"/>
          <w:szCs w:val="20"/>
          <w:u w:val="single"/>
        </w:rPr>
        <w:t>služeb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0D6330">
        <w:rPr>
          <w:rFonts w:ascii="Arial" w:hAnsi="Arial" w:cs="Arial"/>
          <w:sz w:val="20"/>
          <w:szCs w:val="20"/>
        </w:rPr>
        <w:t>a</w:t>
      </w:r>
      <w:r w:rsidR="00B63984">
        <w:rPr>
          <w:rFonts w:ascii="Arial" w:hAnsi="Arial" w:cs="Arial"/>
          <w:sz w:val="20"/>
          <w:szCs w:val="20"/>
        </w:rPr>
        <w:t xml:space="preserve"> dále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</w:t>
      </w:r>
      <w:r w:rsidR="000D3FF8">
        <w:rPr>
          <w:rFonts w:ascii="Arial" w:hAnsi="Arial" w:cs="Arial"/>
          <w:sz w:val="20"/>
          <w:szCs w:val="20"/>
        </w:rPr>
        <w:t xml:space="preserve">služeb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9B13F8">
        <w:rPr>
          <w:rFonts w:ascii="Arial" w:hAnsi="Arial" w:cs="Arial"/>
          <w:sz w:val="20"/>
          <w:szCs w:val="20"/>
        </w:rPr>
        <w:t>4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593E12" w:rsidRPr="00657AF1">
        <w:rPr>
          <w:rFonts w:ascii="Arial" w:hAnsi="Arial" w:cs="Arial"/>
          <w:sz w:val="20"/>
          <w:szCs w:val="20"/>
        </w:rPr>
        <w:t xml:space="preserve">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6B1CF0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2A03AF6A" w14:textId="77777777" w:rsidR="009B13F8" w:rsidRDefault="009B13F8" w:rsidP="00593E12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131FED72" w14:textId="3E048A48" w:rsidR="00BF5695" w:rsidRPr="000D3FF8" w:rsidRDefault="00B73AC7" w:rsidP="00593E12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3F730576" w:rsidR="00593E12" w:rsidRPr="00447B8F" w:rsidRDefault="00593E12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701D1AE8" w:rsidR="00593E12" w:rsidRPr="00447B8F" w:rsidRDefault="00593E12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FF8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275793DC" w:rsidR="00593E12" w:rsidRPr="00447B8F" w:rsidRDefault="00593E12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0D3FF8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7E1A6EC8" w:rsidR="00593E12" w:rsidRPr="00447B8F" w:rsidRDefault="00593E12" w:rsidP="000D3FF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Pr="000D3FF8" w:rsidRDefault="00B73AC7" w:rsidP="00BF5695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54C1BD59" w:rsidR="00BF5695" w:rsidRPr="00447B8F" w:rsidRDefault="00BF5695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6475337B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FF8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1149B1C8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</w:t>
            </w:r>
            <w:r w:rsidR="000D3FF8">
              <w:rPr>
                <w:rFonts w:ascii="Arial" w:hAnsi="Arial" w:cs="Arial"/>
                <w:sz w:val="20"/>
                <w:szCs w:val="20"/>
              </w:rPr>
              <w:t>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39375873" w:rsidR="00BF5695" w:rsidRPr="00447B8F" w:rsidRDefault="00BF5695" w:rsidP="000D3FF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32B7C60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282DC79" w14:textId="64A4EA5A" w:rsidR="000D6330" w:rsidRPr="000D6330" w:rsidRDefault="000D6330" w:rsidP="009B4A0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ind w:left="20"/>
        <w:jc w:val="both"/>
        <w:rPr>
          <w:rFonts w:ascii="Arial" w:hAnsi="Arial" w:cs="Arial"/>
          <w:sz w:val="20"/>
          <w:szCs w:val="20"/>
        </w:rPr>
      </w:pPr>
      <w:r w:rsidRPr="000D6330">
        <w:rPr>
          <w:rFonts w:ascii="Arial" w:hAnsi="Arial" w:cs="Arial"/>
          <w:sz w:val="20"/>
          <w:szCs w:val="20"/>
        </w:rPr>
        <w:t xml:space="preserve">splňuje </w:t>
      </w:r>
      <w:r w:rsidRPr="000D6330">
        <w:rPr>
          <w:rFonts w:ascii="Arial" w:hAnsi="Arial" w:cs="Arial"/>
          <w:b/>
          <w:sz w:val="20"/>
          <w:szCs w:val="20"/>
        </w:rPr>
        <w:t>technickou kvalifikaci</w:t>
      </w:r>
      <w:r w:rsidRPr="000D633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III. Technická kvalifikace § 79 ZZVZ, a v rámci </w:t>
      </w:r>
      <w:r w:rsidRPr="009B4A0E">
        <w:rPr>
          <w:rFonts w:ascii="Arial" w:hAnsi="Arial" w:cs="Arial"/>
          <w:b/>
          <w:sz w:val="20"/>
          <w:szCs w:val="20"/>
          <w:u w:val="single"/>
        </w:rPr>
        <w:t>odst. 2</w:t>
      </w:r>
      <w:r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Pr="009B4A0E">
        <w:rPr>
          <w:rFonts w:ascii="Arial" w:hAnsi="Arial" w:cs="Arial"/>
          <w:b/>
          <w:sz w:val="20"/>
          <w:szCs w:val="20"/>
          <w:u w:val="single"/>
        </w:rPr>
        <w:t xml:space="preserve">Seznam </w:t>
      </w:r>
      <w:r w:rsidR="009B13F8">
        <w:rPr>
          <w:rFonts w:ascii="Arial" w:hAnsi="Arial" w:cs="Arial"/>
          <w:b/>
          <w:sz w:val="20"/>
          <w:szCs w:val="20"/>
          <w:u w:val="single"/>
        </w:rPr>
        <w:t>členů realizačního týmu</w:t>
      </w:r>
      <w:r w:rsidRPr="000D6330">
        <w:rPr>
          <w:rFonts w:ascii="Arial" w:hAnsi="Arial" w:cs="Arial"/>
          <w:sz w:val="20"/>
          <w:szCs w:val="20"/>
        </w:rPr>
        <w:t>, kte</w:t>
      </w:r>
      <w:r w:rsidR="009B13F8">
        <w:rPr>
          <w:rFonts w:ascii="Arial" w:hAnsi="Arial" w:cs="Arial"/>
          <w:sz w:val="20"/>
          <w:szCs w:val="20"/>
        </w:rPr>
        <w:t>ří</w:t>
      </w:r>
      <w:r w:rsidRPr="000D6330">
        <w:rPr>
          <w:rFonts w:ascii="Arial" w:hAnsi="Arial" w:cs="Arial"/>
          <w:sz w:val="20"/>
          <w:szCs w:val="20"/>
        </w:rPr>
        <w:t xml:space="preserve"> se budou podílet na plnění veřejné zakázky bez ohledu na to, zda jde o zaměstnance dodavatele nebo osoby v jiném vztahu k dodavateli: </w:t>
      </w:r>
    </w:p>
    <w:p w14:paraId="3BF0D01A" w14:textId="77777777" w:rsidR="006B1CF0" w:rsidRDefault="006B1CF0" w:rsidP="006B1CF0">
      <w:pPr>
        <w:jc w:val="both"/>
        <w:rPr>
          <w:rFonts w:ascii="Arial" w:hAnsi="Arial"/>
          <w:sz w:val="20"/>
          <w:szCs w:val="20"/>
        </w:rPr>
      </w:pPr>
    </w:p>
    <w:p w14:paraId="6ADE0E00" w14:textId="65F97753" w:rsid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B13F8">
        <w:rPr>
          <w:rFonts w:ascii="Arial" w:eastAsia="Arial" w:hAnsi="Arial" w:cs="Arial"/>
          <w:color w:val="000000"/>
          <w:sz w:val="20"/>
          <w:szCs w:val="20"/>
        </w:rPr>
        <w:t>Dodavatel prokáže toto kritérium technické kvalifikace, pokud z předložených dokumentů bude vyplývat, že má pro realizaci této veřejné zakázky k dispozici celkem min. 4 osoby:</w:t>
      </w:r>
    </w:p>
    <w:p w14:paraId="2E639F5E" w14:textId="77777777" w:rsidR="00304FAE" w:rsidRPr="009B13F8" w:rsidRDefault="00304FAE" w:rsidP="009B13F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3CC008C" w14:textId="633EC7FA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color w:val="000000"/>
          <w:sz w:val="20"/>
          <w:szCs w:val="20"/>
        </w:rPr>
        <w:t>V</w:t>
      </w:r>
      <w:r w:rsidRPr="009B13F8">
        <w:rPr>
          <w:rFonts w:ascii="Arial" w:eastAsia="Arial" w:hAnsi="Arial" w:cs="Arial"/>
          <w:b/>
          <w:color w:val="000000"/>
          <w:sz w:val="20"/>
          <w:szCs w:val="20"/>
        </w:rPr>
        <w:t>edoucí projektu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který bude za dodavatele zodpovídat za průběh plnění, komunikaci a který má zkušenost s vedením alespoň 3 dokončených projektů za poslední 5 let.</w:t>
      </w:r>
    </w:p>
    <w:p w14:paraId="7A8ABA14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2390FD73" w14:textId="77777777" w:rsidTr="009B13F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493823D4" w14:textId="35F0CFC3" w:rsidR="009B13F8" w:rsidRPr="009B13F8" w:rsidRDefault="009B13F8" w:rsidP="009B13F8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 xml:space="preserve">Pozice člena </w:t>
            </w:r>
            <w:r>
              <w:rPr>
                <w:rFonts w:ascii="Arial" w:hAnsi="Arial" w:cs="Arial"/>
                <w:sz w:val="20"/>
                <w:szCs w:val="20"/>
              </w:rPr>
              <w:t xml:space="preserve">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09C3473F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54B47689" w14:textId="77777777" w:rsidTr="009B13F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32DB4E07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1F1BFC2" w14:textId="6C19BFAD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0C57FC26" w14:textId="6EDF2740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2670E95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4204155E" w14:textId="77777777" w:rsidTr="009B13F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0765D509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6CF7E175" w14:textId="224D37E3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2A344DFF" w14:textId="2FDDD9C3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3A0FC84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732B9676" w14:textId="77777777" w:rsidTr="009B13F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398241F3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6BB4C884" w14:textId="647D646B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31B48094" w14:textId="0EF1C239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4B587E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320A725F" w14:textId="77777777" w:rsidTr="009B13F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C81EB60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A433899" w14:textId="5528E264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6A381C49" w14:textId="2A1672EA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05A1FA4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5DF1AF7C" w14:textId="77777777" w:rsidTr="009B13F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75472B2" w14:textId="77777777" w:rsidR="009B13F8" w:rsidRP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Popis konkrétních zkušeností člena realizačního týmu požadovaných dle pozice výše popsané.</w:t>
            </w:r>
          </w:p>
          <w:p w14:paraId="0A752B64" w14:textId="77777777" w:rsidR="009B13F8" w:rsidRDefault="009B13F8" w:rsidP="009B1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C0E5C24" w14:textId="66DF79B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5D2696C" w14:textId="77777777" w:rsidR="009B13F8" w:rsidRDefault="009B13F8" w:rsidP="009B13F8">
      <w:pPr>
        <w:pStyle w:val="Odstavecseseznamem"/>
        <w:rPr>
          <w:rFonts w:ascii="Arial" w:hAnsi="Arial" w:cs="Arial"/>
          <w:sz w:val="20"/>
          <w:szCs w:val="20"/>
        </w:rPr>
      </w:pPr>
    </w:p>
    <w:p w14:paraId="4C9347D9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243DE017" w14:textId="515D6BD7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b/>
          <w:color w:val="000000"/>
          <w:sz w:val="20"/>
          <w:szCs w:val="20"/>
        </w:rPr>
        <w:t>Systémový architekt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který navrhne architekturu aplikací, může být současně vývojářem aplikace</w:t>
      </w:r>
    </w:p>
    <w:p w14:paraId="592C5412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14A21121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07117787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2877E99E" w14:textId="3D441828" w:rsidR="009B13F8" w:rsidRPr="009B13F8" w:rsidRDefault="009B13F8" w:rsidP="00304FAE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>Pozice člena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 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1B4A28F1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0A22E38F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44231E94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258F7DF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7A29F34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666359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691FE4E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7780A888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DCE6378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11CAA20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25B6993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6E80E108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079D9F02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4E9B378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5496CEB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88557AA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31EE36CA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6145ECA9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294F9DE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384297C2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6DC4CCB5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6C5168A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AB8A0C0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37FBB686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E96052D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7FEE88E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74CA950A" w14:textId="2E339995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hanging="22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b/>
          <w:color w:val="000000"/>
          <w:sz w:val="20"/>
          <w:szCs w:val="20"/>
        </w:rPr>
        <w:t>Android vývojář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minimálně 3 roky praxe s vývojem mobilních aplikací pro Android, schopnost doložit zkušenost na 2 konkrétních aplikací pro Android za poslední tři roky</w:t>
      </w:r>
    </w:p>
    <w:p w14:paraId="3405C271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5C01304E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3E73F7C5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34A71693" w14:textId="49E76148" w:rsidR="009B13F8" w:rsidRPr="009B13F8" w:rsidRDefault="009B13F8" w:rsidP="00304FAE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>Pozice člena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 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0919D10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21FE1041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01F50355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F8D8149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62A5AA35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087F9830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38654652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AC2448A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9CC1B13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2637A9E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07DE274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0E7122CE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20478AE3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3A7EACC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0BE78721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C37A992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2301E5A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550E75E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BC8D345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525DDAE7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5A3ABC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407BF448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AD43B52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5AF471BC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6EBC14EF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C97BBA1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AC493CD" w14:textId="3A19A908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hanging="22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iOS vývojář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minimálně 3 roky praxe s vývojem mobilních aplikací pro iOS, schopnost doložit zkušenost na 2 konkrétních aplikací pro iOS za poslední tři roky</w:t>
      </w:r>
    </w:p>
    <w:p w14:paraId="28A96415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057142FD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10ECB057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652390B7" w14:textId="06A09CA9" w:rsidR="009B13F8" w:rsidRPr="009B13F8" w:rsidRDefault="009B13F8" w:rsidP="00304FAE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 xml:space="preserve">Pozice člena 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2073AE26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5A00760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6335A67C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C40DBAF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7F388CF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785732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731061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37479DAE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178F1B4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27DD69E6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434586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60731910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4EC39F0F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1B9E235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1327EA5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D55D256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2CD2805D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3A956357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010C2FF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6E156190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54CC29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390D9D4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2933146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03D61AD5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7D00D0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5765BB8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266D9FF" w14:textId="57C65F48" w:rsidR="009B13F8" w:rsidRPr="00304FAE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hanging="22"/>
        <w:jc w:val="both"/>
        <w:rPr>
          <w:sz w:val="20"/>
          <w:szCs w:val="20"/>
        </w:rPr>
      </w:pPr>
      <w:r w:rsidRPr="00304FAE">
        <w:rPr>
          <w:rFonts w:ascii="Arial" w:eastAsia="Arial" w:hAnsi="Arial" w:cs="Arial"/>
          <w:b/>
          <w:color w:val="000000"/>
          <w:sz w:val="20"/>
          <w:szCs w:val="20"/>
        </w:rPr>
        <w:t>UX designér / grafik</w:t>
      </w:r>
      <w:r w:rsidRPr="00304FAE">
        <w:rPr>
          <w:rFonts w:ascii="Arial" w:eastAsia="Arial" w:hAnsi="Arial" w:cs="Arial"/>
          <w:color w:val="000000"/>
          <w:sz w:val="20"/>
          <w:szCs w:val="20"/>
        </w:rPr>
        <w:t>, minimálně 3 roky praxe s designováním mobilních aplikací</w:t>
      </w:r>
      <w:r w:rsidR="00304FAE">
        <w:rPr>
          <w:rFonts w:ascii="Arial" w:eastAsia="Arial" w:hAnsi="Arial" w:cs="Arial"/>
          <w:sz w:val="20"/>
          <w:szCs w:val="20"/>
        </w:rPr>
        <w:t xml:space="preserve"> </w:t>
      </w:r>
      <w:r w:rsidR="00304FAE" w:rsidRPr="00304FAE">
        <w:rPr>
          <w:rFonts w:ascii="Arial" w:eastAsia="Arial" w:hAnsi="Arial" w:cs="Arial"/>
          <w:i/>
          <w:sz w:val="20"/>
          <w:szCs w:val="20"/>
        </w:rPr>
        <w:t>(</w:t>
      </w:r>
      <w:r w:rsidRPr="00304FAE">
        <w:rPr>
          <w:rFonts w:ascii="Arial" w:eastAsia="Arial" w:hAnsi="Arial" w:cs="Arial"/>
          <w:i/>
          <w:sz w:val="20"/>
          <w:szCs w:val="20"/>
        </w:rPr>
        <w:t xml:space="preserve">přiloží ukázku </w:t>
      </w:r>
      <w:r w:rsidR="00304FAE" w:rsidRPr="00304FAE">
        <w:rPr>
          <w:rFonts w:ascii="Arial" w:eastAsia="Arial" w:hAnsi="Arial" w:cs="Arial"/>
          <w:i/>
          <w:sz w:val="20"/>
          <w:szCs w:val="20"/>
        </w:rPr>
        <w:t xml:space="preserve">3 </w:t>
      </w:r>
      <w:r w:rsidRPr="00304FAE">
        <w:rPr>
          <w:rFonts w:ascii="Arial" w:eastAsia="Arial" w:hAnsi="Arial" w:cs="Arial"/>
          <w:i/>
          <w:sz w:val="20"/>
          <w:szCs w:val="20"/>
        </w:rPr>
        <w:t>prací</w:t>
      </w:r>
      <w:r w:rsidR="00304FAE" w:rsidRPr="00304FAE">
        <w:rPr>
          <w:rFonts w:ascii="Arial" w:eastAsia="Arial" w:hAnsi="Arial" w:cs="Arial"/>
          <w:i/>
          <w:sz w:val="20"/>
          <w:szCs w:val="20"/>
        </w:rPr>
        <w:t xml:space="preserve"> v PDF</w:t>
      </w:r>
      <w:r w:rsidR="00304FAE">
        <w:rPr>
          <w:rFonts w:ascii="Arial" w:eastAsia="Arial" w:hAnsi="Arial" w:cs="Arial"/>
          <w:sz w:val="20"/>
          <w:szCs w:val="20"/>
        </w:rPr>
        <w:t>), může být současně testerem</w:t>
      </w:r>
    </w:p>
    <w:p w14:paraId="71AB5104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544FEBE8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20899847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1919FB06" w14:textId="16A65EF2" w:rsidR="009B13F8" w:rsidRPr="009B13F8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 xml:space="preserve">Pozice člena 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14BFE38F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3EFD57D8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59A39F87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52BDFAC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2F30BD53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BDBEC1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717EC393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81FCE84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74257A7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67294FE6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6EB072B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169EC3C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2721DF22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979D139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315C688D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123B1D4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979714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7986196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BE47C47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27807FE5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07B72E5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0FD484FD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62FBC167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6F377BFC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E9C5E25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FF6E9FE" w14:textId="44ADBDCE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BA3D41" w14:textId="77777777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742C650" w14:textId="77777777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1A011AA" w14:textId="77777777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07188AF" w14:textId="77777777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31B367C7" w14:textId="77777777" w:rsidR="004D2DCC" w:rsidRPr="004D2DCC" w:rsidRDefault="004D2DCC" w:rsidP="004D2DC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3EC5B9CB" w14:textId="37221604" w:rsidR="009B13F8" w:rsidRPr="009B13F8" w:rsidRDefault="009B13F8" w:rsidP="009B13F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left="0" w:hanging="22"/>
        <w:jc w:val="both"/>
        <w:rPr>
          <w:color w:val="000000"/>
          <w:sz w:val="20"/>
          <w:szCs w:val="20"/>
        </w:rPr>
      </w:pPr>
      <w:r w:rsidRPr="009B13F8">
        <w:rPr>
          <w:rFonts w:ascii="Arial" w:eastAsia="Arial" w:hAnsi="Arial" w:cs="Arial"/>
          <w:b/>
          <w:color w:val="000000"/>
          <w:sz w:val="20"/>
          <w:szCs w:val="20"/>
        </w:rPr>
        <w:t>Tester</w:t>
      </w:r>
      <w:r w:rsidRPr="009B13F8">
        <w:rPr>
          <w:rFonts w:ascii="Arial" w:eastAsia="Arial" w:hAnsi="Arial" w:cs="Arial"/>
          <w:color w:val="000000"/>
          <w:sz w:val="20"/>
          <w:szCs w:val="20"/>
        </w:rPr>
        <w:t>, osoba/firma odpovědná za testování aplikace na straně dodavatele, osoba může zastávat jinou funkci</w:t>
      </w:r>
    </w:p>
    <w:p w14:paraId="7FA5CD81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p w14:paraId="16C9CE4B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00"/>
      </w:tblGrid>
      <w:tr w:rsidR="009B13F8" w:rsidRPr="00447B8F" w14:paraId="7B904E52" w14:textId="77777777" w:rsidTr="001E4688">
        <w:trPr>
          <w:trHeight w:val="578"/>
        </w:trPr>
        <w:tc>
          <w:tcPr>
            <w:tcW w:w="3544" w:type="dxa"/>
            <w:shd w:val="clear" w:color="auto" w:fill="auto"/>
            <w:vAlign w:val="center"/>
          </w:tcPr>
          <w:p w14:paraId="56FBD39C" w14:textId="15D46A0C" w:rsidR="009B13F8" w:rsidRPr="009B13F8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9B13F8">
              <w:rPr>
                <w:rFonts w:ascii="Arial" w:hAnsi="Arial" w:cs="Arial"/>
                <w:sz w:val="20"/>
                <w:szCs w:val="20"/>
              </w:rPr>
              <w:t xml:space="preserve">Pozice člena </w:t>
            </w:r>
            <w:r w:rsidR="00304FAE">
              <w:rPr>
                <w:rFonts w:ascii="Arial" w:hAnsi="Arial" w:cs="Arial"/>
                <w:sz w:val="20"/>
                <w:szCs w:val="20"/>
              </w:rPr>
              <w:t xml:space="preserve">realizačního </w:t>
            </w:r>
            <w:r w:rsidRPr="009B13F8">
              <w:rPr>
                <w:rFonts w:ascii="Arial" w:hAnsi="Arial" w:cs="Arial"/>
                <w:sz w:val="20"/>
                <w:szCs w:val="20"/>
              </w:rPr>
              <w:t>týmu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15F1E2A3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AF8802D" w14:textId="77777777" w:rsidTr="001E4688">
        <w:trPr>
          <w:trHeight w:val="431"/>
        </w:trPr>
        <w:tc>
          <w:tcPr>
            <w:tcW w:w="3544" w:type="dxa"/>
            <w:shd w:val="clear" w:color="auto" w:fill="auto"/>
            <w:vAlign w:val="center"/>
          </w:tcPr>
          <w:p w14:paraId="6A198816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086AE33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Jméno a příjmení člena realizačního týmu</w:t>
            </w:r>
          </w:p>
          <w:p w14:paraId="79D5BE2E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17EDDB0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2FB63B43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4A59EFA6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74BA112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praxe v požadované profesi</w:t>
            </w:r>
          </w:p>
          <w:p w14:paraId="2B6F33B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641FB6D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110986EB" w14:textId="77777777" w:rsidTr="001E4688">
        <w:trPr>
          <w:trHeight w:val="406"/>
        </w:trPr>
        <w:tc>
          <w:tcPr>
            <w:tcW w:w="3544" w:type="dxa"/>
            <w:shd w:val="clear" w:color="auto" w:fill="auto"/>
            <w:vAlign w:val="center"/>
          </w:tcPr>
          <w:p w14:paraId="7D0C350E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85C515F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Vztah k dodavateli</w:t>
            </w:r>
          </w:p>
          <w:p w14:paraId="68AA89F1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717AD9FC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797CE255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3589AE47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DEFA983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Telefonní číslo a e-mailová adresa člena realizačního týmu</w:t>
            </w:r>
          </w:p>
          <w:p w14:paraId="6E4710FB" w14:textId="77777777" w:rsidR="009B13F8" w:rsidRPr="00447B8F" w:rsidRDefault="009B13F8" w:rsidP="001E468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376359E8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B13F8" w:rsidRPr="00447B8F" w14:paraId="0058A549" w14:textId="77777777" w:rsidTr="001E4688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4703DAE7" w14:textId="77777777" w:rsidR="009B13F8" w:rsidRP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B13F8">
              <w:rPr>
                <w:rFonts w:ascii="Arial" w:eastAsia="Arial" w:hAnsi="Arial" w:cs="Arial"/>
                <w:color w:val="000000"/>
                <w:sz w:val="20"/>
                <w:szCs w:val="20"/>
              </w:rPr>
              <w:t>Popis konkrétních zkušeností člena realizačního týmu požadovaných dle pozice výše popsané.</w:t>
            </w:r>
          </w:p>
          <w:p w14:paraId="79F1ABDA" w14:textId="77777777" w:rsidR="009B13F8" w:rsidRDefault="009B13F8" w:rsidP="001E4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0" w:type="dxa"/>
            <w:shd w:val="clear" w:color="auto" w:fill="auto"/>
            <w:vAlign w:val="center"/>
          </w:tcPr>
          <w:p w14:paraId="475AC587" w14:textId="77777777" w:rsidR="009B13F8" w:rsidRPr="00447B8F" w:rsidRDefault="009B13F8" w:rsidP="001E468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D603A34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0"/>
          <w:szCs w:val="20"/>
        </w:rPr>
      </w:pPr>
    </w:p>
    <w:p w14:paraId="42757664" w14:textId="77777777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F4BBC69" w14:textId="2419A743" w:rsidR="009B13F8" w:rsidRPr="009B13F8" w:rsidRDefault="009B13F8" w:rsidP="009B13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</w:p>
    <w:p w14:paraId="4E9BE0AB" w14:textId="1E4D9CBE" w:rsidR="00E542D0" w:rsidRPr="009B13F8" w:rsidRDefault="00E542D0" w:rsidP="009B13F8">
      <w:pPr>
        <w:spacing w:before="120"/>
        <w:jc w:val="both"/>
        <w:rPr>
          <w:rFonts w:ascii="Arial" w:hAnsi="Arial" w:cs="Arial"/>
          <w:sz w:val="20"/>
          <w:szCs w:val="20"/>
        </w:rPr>
      </w:pPr>
    </w:p>
    <w:sectPr w:rsidR="00E542D0" w:rsidRPr="009B13F8" w:rsidSect="003A581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121FF" w14:textId="77777777" w:rsidR="00391AA8" w:rsidRDefault="00391AA8">
      <w:r>
        <w:separator/>
      </w:r>
    </w:p>
  </w:endnote>
  <w:endnote w:type="continuationSeparator" w:id="0">
    <w:p w14:paraId="69A52B0B" w14:textId="77777777" w:rsidR="00391AA8" w:rsidRDefault="0039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2FBE3" w14:textId="77777777" w:rsidR="00391AA8" w:rsidRDefault="00391AA8">
      <w:r>
        <w:separator/>
      </w:r>
    </w:p>
  </w:footnote>
  <w:footnote w:type="continuationSeparator" w:id="0">
    <w:p w14:paraId="2D12EE56" w14:textId="77777777" w:rsidR="00391AA8" w:rsidRDefault="00391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CBD5D05"/>
    <w:multiLevelType w:val="multilevel"/>
    <w:tmpl w:val="81040ADE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17D10BA"/>
    <w:multiLevelType w:val="multilevel"/>
    <w:tmpl w:val="C024C8D8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61A64BD"/>
    <w:multiLevelType w:val="multilevel"/>
    <w:tmpl w:val="C024C8D8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3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2EB339D2"/>
    <w:multiLevelType w:val="multilevel"/>
    <w:tmpl w:val="C024C8D8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7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20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DE6F8A"/>
    <w:multiLevelType w:val="multilevel"/>
    <w:tmpl w:val="C024C8D8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8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0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6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0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09E207F"/>
    <w:multiLevelType w:val="hybridMultilevel"/>
    <w:tmpl w:val="AA8061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5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8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5"/>
  </w:num>
  <w:num w:numId="4">
    <w:abstractNumId w:val="48"/>
  </w:num>
  <w:num w:numId="5">
    <w:abstractNumId w:val="31"/>
  </w:num>
  <w:num w:numId="6">
    <w:abstractNumId w:val="39"/>
  </w:num>
  <w:num w:numId="7">
    <w:abstractNumId w:val="19"/>
  </w:num>
  <w:num w:numId="8">
    <w:abstractNumId w:val="1"/>
  </w:num>
  <w:num w:numId="9">
    <w:abstractNumId w:val="20"/>
  </w:num>
  <w:num w:numId="10">
    <w:abstractNumId w:val="24"/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6"/>
  </w:num>
  <w:num w:numId="14">
    <w:abstractNumId w:val="35"/>
  </w:num>
  <w:num w:numId="15">
    <w:abstractNumId w:val="44"/>
  </w:num>
  <w:num w:numId="16">
    <w:abstractNumId w:val="21"/>
  </w:num>
  <w:num w:numId="17">
    <w:abstractNumId w:val="29"/>
  </w:num>
  <w:num w:numId="18">
    <w:abstractNumId w:val="47"/>
  </w:num>
  <w:num w:numId="19">
    <w:abstractNumId w:val="40"/>
  </w:num>
  <w:num w:numId="20">
    <w:abstractNumId w:val="23"/>
  </w:num>
  <w:num w:numId="21">
    <w:abstractNumId w:val="13"/>
  </w:num>
  <w:num w:numId="22">
    <w:abstractNumId w:val="22"/>
  </w:num>
  <w:num w:numId="23">
    <w:abstractNumId w:val="30"/>
  </w:num>
  <w:num w:numId="24">
    <w:abstractNumId w:val="32"/>
  </w:num>
  <w:num w:numId="25">
    <w:abstractNumId w:val="5"/>
  </w:num>
  <w:num w:numId="26">
    <w:abstractNumId w:val="41"/>
  </w:num>
  <w:num w:numId="27">
    <w:abstractNumId w:val="17"/>
  </w:num>
  <w:num w:numId="28">
    <w:abstractNumId w:val="9"/>
  </w:num>
  <w:num w:numId="29">
    <w:abstractNumId w:val="11"/>
  </w:num>
  <w:num w:numId="30">
    <w:abstractNumId w:val="15"/>
  </w:num>
  <w:num w:numId="31">
    <w:abstractNumId w:val="0"/>
  </w:num>
  <w:num w:numId="32">
    <w:abstractNumId w:val="37"/>
  </w:num>
  <w:num w:numId="33">
    <w:abstractNumId w:val="38"/>
  </w:num>
  <w:num w:numId="34">
    <w:abstractNumId w:val="18"/>
  </w:num>
  <w:num w:numId="35">
    <w:abstractNumId w:val="7"/>
  </w:num>
  <w:num w:numId="36">
    <w:abstractNumId w:val="36"/>
  </w:num>
  <w:num w:numId="37">
    <w:abstractNumId w:val="28"/>
  </w:num>
  <w:num w:numId="38">
    <w:abstractNumId w:val="2"/>
  </w:num>
  <w:num w:numId="39">
    <w:abstractNumId w:val="33"/>
  </w:num>
  <w:num w:numId="40">
    <w:abstractNumId w:val="26"/>
  </w:num>
  <w:num w:numId="41">
    <w:abstractNumId w:val="34"/>
  </w:num>
  <w:num w:numId="42">
    <w:abstractNumId w:val="45"/>
  </w:num>
  <w:num w:numId="43">
    <w:abstractNumId w:val="14"/>
  </w:num>
  <w:num w:numId="44">
    <w:abstractNumId w:val="43"/>
  </w:num>
  <w:num w:numId="45">
    <w:abstractNumId w:val="42"/>
  </w:num>
  <w:num w:numId="46">
    <w:abstractNumId w:val="4"/>
  </w:num>
  <w:num w:numId="47">
    <w:abstractNumId w:val="12"/>
  </w:num>
  <w:num w:numId="48">
    <w:abstractNumId w:val="16"/>
  </w:num>
  <w:num w:numId="49">
    <w:abstractNumId w:val="6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3FF8"/>
    <w:rsid w:val="000D6330"/>
    <w:rsid w:val="000E0300"/>
    <w:rsid w:val="000E2BCB"/>
    <w:rsid w:val="000E373A"/>
    <w:rsid w:val="000E4E04"/>
    <w:rsid w:val="000E6655"/>
    <w:rsid w:val="000F189B"/>
    <w:rsid w:val="0010241D"/>
    <w:rsid w:val="0010317C"/>
    <w:rsid w:val="00103B6E"/>
    <w:rsid w:val="00111440"/>
    <w:rsid w:val="00111F86"/>
    <w:rsid w:val="001132CC"/>
    <w:rsid w:val="001137C9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4FAE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1AA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08B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2DCC"/>
    <w:rsid w:val="004D3B6F"/>
    <w:rsid w:val="004E1472"/>
    <w:rsid w:val="004E5527"/>
    <w:rsid w:val="004E6F28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606B"/>
    <w:rsid w:val="005B619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2ABF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4525"/>
    <w:rsid w:val="00696662"/>
    <w:rsid w:val="006A0C12"/>
    <w:rsid w:val="006A0F90"/>
    <w:rsid w:val="006A6F30"/>
    <w:rsid w:val="006B1CF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1DEB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10"/>
    <w:rsid w:val="009566A9"/>
    <w:rsid w:val="009610E9"/>
    <w:rsid w:val="00963A51"/>
    <w:rsid w:val="00963DE3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B13F8"/>
    <w:rsid w:val="009B4A0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17BC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5F10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88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28F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A1F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0F69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02E3"/>
    <w:rsid w:val="00EF423A"/>
    <w:rsid w:val="00F00CCB"/>
    <w:rsid w:val="00F027FE"/>
    <w:rsid w:val="00F0677A"/>
    <w:rsid w:val="00F10EE9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E70F69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E70F69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3F2728946BAD479FDDA7448215620F" ma:contentTypeVersion="" ma:contentTypeDescription="Vytvoří nový dokument" ma:contentTypeScope="" ma:versionID="e1ec739c94e1874f79c0f2a23d4ffeb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purl.org/dc/elements/1.1/"/>
    <ds:schemaRef ds:uri="http://schemas.microsoft.com/office/2006/metadata/properties"/>
    <ds:schemaRef ds:uri="$ListId:dokumentyvz;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23AF6A6-4D5A-4343-9B1F-68303633A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282FE8-7A43-476E-9081-639E35C90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4</Pages>
  <Words>798</Words>
  <Characters>4714</Characters>
  <Application>Microsoft Office Word</Application>
  <DocSecurity>4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2020-02-17T09:45:00Z</cp:lastPrinted>
  <dcterms:created xsi:type="dcterms:W3CDTF">2020-08-04T06:56:00Z</dcterms:created>
  <dcterms:modified xsi:type="dcterms:W3CDTF">2020-08-04T06:56:00Z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0x0101007C3F2728946BAD479FDDA7448215620F</vt:lpwstr>
  </property>
</Properties>
</file>